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683" w:rsidRPr="00F64A10" w:rsidRDefault="00C11683" w:rsidP="00F64A1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64A10">
        <w:rPr>
          <w:rFonts w:ascii="Times New Roman" w:hAnsi="Times New Roman"/>
          <w:b/>
          <w:sz w:val="24"/>
          <w:szCs w:val="24"/>
        </w:rPr>
        <w:t>УНИВЕРЗИТЕТ У НИШУ</w:t>
      </w:r>
    </w:p>
    <w:p w:rsidR="00C11683" w:rsidRPr="00F64A10" w:rsidRDefault="00C11683" w:rsidP="00F64A1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64A10">
        <w:rPr>
          <w:rFonts w:ascii="Times New Roman" w:hAnsi="Times New Roman"/>
          <w:b/>
          <w:sz w:val="24"/>
          <w:szCs w:val="24"/>
        </w:rPr>
        <w:t>ФИЛОЗОФСКИ ФАКУЛТЕТ</w:t>
      </w:r>
    </w:p>
    <w:p w:rsidR="00C11683" w:rsidRPr="00F64A10" w:rsidRDefault="00C11683" w:rsidP="00F64A1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64A10">
        <w:rPr>
          <w:rFonts w:ascii="Times New Roman" w:hAnsi="Times New Roman"/>
          <w:b/>
          <w:sz w:val="24"/>
          <w:szCs w:val="24"/>
        </w:rPr>
        <w:t>Центар за образовање наставника и професионално усавршавање</w:t>
      </w:r>
    </w:p>
    <w:p w:rsidR="00C11683" w:rsidRPr="00F64A10" w:rsidRDefault="00C11683">
      <w:pPr>
        <w:rPr>
          <w:rFonts w:ascii="Times New Roman" w:hAnsi="Times New Roman"/>
          <w:sz w:val="24"/>
          <w:szCs w:val="24"/>
        </w:rPr>
      </w:pPr>
    </w:p>
    <w:p w:rsidR="00C11683" w:rsidRPr="00F64A10" w:rsidRDefault="00C11683" w:rsidP="00C31C2C">
      <w:pPr>
        <w:jc w:val="center"/>
        <w:rPr>
          <w:rFonts w:ascii="Times New Roman" w:hAnsi="Times New Roman"/>
          <w:b/>
          <w:sz w:val="24"/>
          <w:szCs w:val="24"/>
        </w:rPr>
      </w:pPr>
      <w:r w:rsidRPr="00F64A10">
        <w:rPr>
          <w:rFonts w:ascii="Times New Roman" w:hAnsi="Times New Roman"/>
          <w:b/>
          <w:sz w:val="24"/>
          <w:szCs w:val="24"/>
        </w:rPr>
        <w:t>ПРОГРАМ ПРЕДАВАЊА ЗА НАСТАВНИКЕ И СТРУЧНЕ САРАДНИКЕ</w:t>
      </w:r>
      <w:r w:rsidRPr="00F64A10">
        <w:rPr>
          <w:rFonts w:ascii="Times New Roman" w:hAnsi="Times New Roman"/>
          <w:b/>
          <w:sz w:val="24"/>
          <w:szCs w:val="24"/>
        </w:rPr>
        <w:br/>
        <w:t>ЗАПОСЛЕНЕ У ОБРАЗОВНО-ВАСПИТНИМ УСТАНОВАМА</w:t>
      </w:r>
    </w:p>
    <w:p w:rsidR="00C11683" w:rsidRDefault="00C11683" w:rsidP="008976BA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Веће Центра за образовање наставника и професионално усавршавање је на седници одржаној 02.03.2016. године, донело одлуку о реализацији отворених предавања намењених наставницима и стручним сарадницима запосленим у образовно-васпитним установама. Предавања ће се одржавати једном месечно током наставне године, на Филозофском факултету у Нишу. Предавачи ће бити наставници Филозофског факултета у Нишу, чланови Већа Центра за образовање наставника и професионално усавршавање. На предавањима ће бити обрађиване теме из различитих области везаних за образовање и образовно-васпитни рад:</w:t>
      </w:r>
    </w:p>
    <w:p w:rsidR="00C11683" w:rsidRDefault="00C11683" w:rsidP="00F64A10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Методика наставе предмета из области друштвено-хуманистичких наука (социологија, филозофија, историја, психологија, српски и страни језици и књижевност)</w:t>
      </w:r>
    </w:p>
    <w:p w:rsidR="00C11683" w:rsidRDefault="00C11683" w:rsidP="00F64A10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Педагогија (општа питања васпитно-образовног рада, васпитно-образовни рад са појединим категоријама деце, дидактка, примена савремене технологије у образовању, докимологија, педагошка истраживања)</w:t>
      </w:r>
    </w:p>
    <w:p w:rsidR="00C11683" w:rsidRDefault="00C11683" w:rsidP="00F64A10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Психологија (психолошке основе учења и образовно-васпитног рада, примене психологије у различитим аспектима образовно-васпитног рада)</w:t>
      </w:r>
    </w:p>
    <w:p w:rsidR="00C11683" w:rsidRDefault="00C11683" w:rsidP="00F64A10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Социологија (социолошки аспекти образовања)</w:t>
      </w:r>
    </w:p>
    <w:p w:rsidR="00C11683" w:rsidRDefault="00C11683" w:rsidP="00F64A10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Језик и образовање (место и значај српског и страних језика у образовању)</w:t>
      </w:r>
    </w:p>
    <w:p w:rsidR="00C11683" w:rsidRDefault="00C11683" w:rsidP="00F64A10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Медији и образовање (медијска писменост, примена медија у образовању, образовање у медијима)</w:t>
      </w:r>
    </w:p>
    <w:p w:rsidR="00C11683" w:rsidRDefault="00C11683" w:rsidP="008976BA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Сврха овог програма је да допринесе осавремењавању знања наставника и стручних сарадника запослених у образовно-васпитним установама. Кроз предавања из овог програма, полазници ће имати прилику да се упознају са савременим теоријским концептима из различитих научних области и могућностима њихове практичне примене у образовно-васпитном раду.</w:t>
      </w:r>
    </w:p>
    <w:p w:rsidR="00C11683" w:rsidRDefault="00C11683" w:rsidP="00DC741E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Веће Центра за образовање наставника и професионално усавршавање ће на почетку сваког семестра утврђивати прецизан програм у коме ће бити дефинисане теме и предавачи. Овај програм ће се објављивати на интернет порталу Филозофског факултета и на интернет страници Центра.</w:t>
      </w:r>
    </w:p>
    <w:p w:rsidR="00C11683" w:rsidRDefault="00C11683" w:rsidP="008976BA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Предавања ће се реализовати као део програма целоживотног учења запослених у образовању. Филозофски факултет ће полазницима издавати потврде о присуству предавањима из овог програма.</w:t>
      </w:r>
      <w:bookmarkStart w:id="0" w:name="_GoBack"/>
      <w:bookmarkEnd w:id="0"/>
    </w:p>
    <w:p w:rsidR="00C11683" w:rsidRPr="008976BA" w:rsidRDefault="00C11683" w:rsidP="008976B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R="00C11683" w:rsidRPr="008976BA" w:rsidSect="00493B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5483C"/>
    <w:multiLevelType w:val="hybridMultilevel"/>
    <w:tmpl w:val="5DEC7F54"/>
    <w:lvl w:ilvl="0" w:tplc="13249C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383C"/>
    <w:rsid w:val="00493BEA"/>
    <w:rsid w:val="00582850"/>
    <w:rsid w:val="006B1FE8"/>
    <w:rsid w:val="00720DF5"/>
    <w:rsid w:val="008976BA"/>
    <w:rsid w:val="00B31084"/>
    <w:rsid w:val="00BC383C"/>
    <w:rsid w:val="00C11683"/>
    <w:rsid w:val="00C31C2C"/>
    <w:rsid w:val="00C33367"/>
    <w:rsid w:val="00DC741E"/>
    <w:rsid w:val="00F64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BE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64A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339</Words>
  <Characters>1936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</dc:title>
  <dc:subject/>
  <dc:creator>xxxxxxxxxx</dc:creator>
  <cp:keywords/>
  <dc:description/>
  <cp:lastModifiedBy>rc</cp:lastModifiedBy>
  <cp:revision>2</cp:revision>
  <dcterms:created xsi:type="dcterms:W3CDTF">2016-03-09T10:23:00Z</dcterms:created>
  <dcterms:modified xsi:type="dcterms:W3CDTF">2016-03-09T10:23:00Z</dcterms:modified>
</cp:coreProperties>
</file>